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0FDA8C" w14:textId="56C86814" w:rsidR="003A6E7F" w:rsidRPr="003A6E7F" w:rsidRDefault="003A6E7F" w:rsidP="003A6E7F">
      <w:pPr>
        <w:spacing w:line="360" w:lineRule="auto"/>
        <w:rPr>
          <w:rFonts w:ascii="Gill Sans" w:hAnsi="Gill Sans" w:cs="Gill Sans"/>
        </w:rPr>
      </w:pPr>
      <w:r w:rsidRPr="003A6E7F">
        <w:rPr>
          <w:rFonts w:ascii="Gill Sans" w:hAnsi="Gill Sans" w:cs="Gill Sans"/>
        </w:rPr>
        <w:t xml:space="preserve">O Livro de Testemunhos consiste num espaço de partilha, destinado a todos os participantes </w:t>
      </w:r>
      <w:r>
        <w:rPr>
          <w:rFonts w:ascii="Gill Sans" w:hAnsi="Gill Sans" w:cs="Gill Sans"/>
        </w:rPr>
        <w:br/>
      </w:r>
      <w:r w:rsidRPr="003A6E7F">
        <w:rPr>
          <w:rFonts w:ascii="Gill Sans" w:hAnsi="Gill Sans" w:cs="Gill Sans"/>
        </w:rPr>
        <w:t xml:space="preserve">dos Grupos Aprender, Brincar, Crescer (GABC). Cada família pode registar aqui as suas opiniões, experiências, sentires relacionados com o projeto. </w:t>
      </w:r>
    </w:p>
    <w:p w14:paraId="03C2C462" w14:textId="614DA154" w:rsidR="003A6E7F" w:rsidRPr="003A6E7F" w:rsidRDefault="003A6E7F" w:rsidP="003A6E7F">
      <w:pPr>
        <w:spacing w:line="360" w:lineRule="auto"/>
        <w:rPr>
          <w:rFonts w:ascii="Gill Sans" w:hAnsi="Gill Sans" w:cs="Gill Sans"/>
        </w:rPr>
      </w:pPr>
      <w:r w:rsidRPr="003A6E7F">
        <w:rPr>
          <w:rFonts w:ascii="Gill Sans" w:hAnsi="Gill Sans" w:cs="Gill Sans"/>
        </w:rPr>
        <w:t xml:space="preserve">Trata-se assim de um livro que reúne sugestões e recomendações acerca do funcionamento </w:t>
      </w:r>
      <w:r>
        <w:rPr>
          <w:rFonts w:ascii="Gill Sans" w:hAnsi="Gill Sans" w:cs="Gill Sans"/>
        </w:rPr>
        <w:br/>
      </w:r>
      <w:r w:rsidRPr="003A6E7F">
        <w:rPr>
          <w:rFonts w:ascii="Gill Sans" w:hAnsi="Gill Sans" w:cs="Gill Sans"/>
        </w:rPr>
        <w:t>dos grupos, com o objetivo de melhorar o trabalho realizado no período do projeto piloto.</w:t>
      </w:r>
    </w:p>
    <w:p w14:paraId="449A7090" w14:textId="77777777" w:rsidR="004E50C1" w:rsidRDefault="004E50C1" w:rsidP="004E50C1">
      <w:pPr>
        <w:pStyle w:val="NoSpacing"/>
        <w:spacing w:line="360" w:lineRule="auto"/>
        <w:jc w:val="both"/>
        <w:rPr>
          <w:rFonts w:ascii="Gill Sans" w:hAnsi="Gill Sans" w:cs="Gill Sans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4E50C1" w14:paraId="49F93B45" w14:textId="77777777" w:rsidTr="0065164A">
        <w:trPr>
          <w:trHeight w:val="68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3DD1AED" w14:textId="77777777" w:rsidR="004E50C1" w:rsidRDefault="004E50C1" w:rsidP="0065164A">
            <w:pPr>
              <w:pStyle w:val="BasicParagraph"/>
              <w:suppressAutoHyphens/>
            </w:pPr>
            <w:r>
              <w:rPr>
                <w:rFonts w:cs="GillSans"/>
                <w:caps/>
                <w:sz w:val="20"/>
                <w:szCs w:val="20"/>
              </w:rPr>
              <w:t>GABC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45EF568" w14:textId="77777777" w:rsidR="004E50C1" w:rsidRDefault="004E50C1" w:rsidP="0065164A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4E50C1" w14:paraId="42D69669" w14:textId="77777777" w:rsidTr="0065164A">
        <w:trPr>
          <w:trHeight w:val="68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7963B183" w14:textId="77777777" w:rsidR="004E50C1" w:rsidRDefault="004E50C1" w:rsidP="0065164A">
            <w:pPr>
              <w:pStyle w:val="BasicParagraph"/>
              <w:suppressAutoHyphens/>
            </w:pPr>
            <w:r>
              <w:rPr>
                <w:rFonts w:cs="GillSans"/>
                <w:caps/>
                <w:sz w:val="20"/>
                <w:szCs w:val="20"/>
              </w:rPr>
              <w:t>SUPERVISOR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09DDA91" w14:textId="77777777" w:rsidR="004E50C1" w:rsidRDefault="004E50C1" w:rsidP="0065164A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4E50C1" w14:paraId="7A98E636" w14:textId="77777777" w:rsidTr="0065164A">
        <w:trPr>
          <w:trHeight w:val="68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3D551AA7" w14:textId="77777777" w:rsidR="004E50C1" w:rsidRDefault="004E50C1" w:rsidP="0065164A">
            <w:pPr>
              <w:pStyle w:val="BasicParagraph"/>
              <w:suppressAutoHyphens/>
            </w:pPr>
            <w:r>
              <w:rPr>
                <w:rFonts w:cs="GillSans"/>
                <w:caps/>
                <w:sz w:val="20"/>
                <w:szCs w:val="20"/>
              </w:rPr>
              <w:t>MONITOR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04EC5C2D" w14:textId="77777777" w:rsidR="004E50C1" w:rsidRDefault="004E50C1" w:rsidP="0065164A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4E50C1" w14:paraId="52C83F2C" w14:textId="77777777" w:rsidTr="0065164A">
        <w:trPr>
          <w:trHeight w:val="68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6C4AAD7" w14:textId="77777777" w:rsidR="004E50C1" w:rsidRDefault="004E50C1" w:rsidP="0065164A">
            <w:pPr>
              <w:pStyle w:val="BasicParagraph"/>
              <w:suppressAutoHyphens/>
            </w:pPr>
            <w:r>
              <w:rPr>
                <w:rFonts w:cs="GillSans"/>
                <w:caps/>
                <w:sz w:val="20"/>
                <w:szCs w:val="20"/>
              </w:rPr>
              <w:t>MONITOR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1DAD272" w14:textId="77777777" w:rsidR="004E50C1" w:rsidRDefault="004E50C1" w:rsidP="0065164A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4E50C1" w14:paraId="21F0E1E4" w14:textId="77777777" w:rsidTr="0065164A">
        <w:trPr>
          <w:trHeight w:val="68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72C5A11" w14:textId="77777777" w:rsidR="004E50C1" w:rsidRDefault="004E50C1" w:rsidP="0065164A">
            <w:pPr>
              <w:pStyle w:val="BasicParagraph"/>
              <w:suppressAutoHyphens/>
            </w:pPr>
            <w:r>
              <w:rPr>
                <w:rFonts w:cs="GillSans"/>
                <w:caps/>
                <w:sz w:val="20"/>
                <w:szCs w:val="20"/>
              </w:rPr>
              <w:t>DATA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B882B46" w14:textId="77777777" w:rsidR="004E50C1" w:rsidRDefault="004E50C1" w:rsidP="0065164A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</w:tbl>
    <w:p w14:paraId="05F35D7F" w14:textId="77777777" w:rsidR="00C54C8F" w:rsidRDefault="00C54C8F" w:rsidP="00C54C8F">
      <w:pPr>
        <w:pStyle w:val="NoSpacing"/>
        <w:spacing w:line="360" w:lineRule="auto"/>
        <w:jc w:val="both"/>
        <w:rPr>
          <w:rFonts w:ascii="Gill Sans" w:hAnsi="Gill Sans" w:cs="Gill Sans"/>
        </w:rPr>
      </w:pPr>
    </w:p>
    <w:p w14:paraId="64569312" w14:textId="77777777" w:rsidR="00C54C8F" w:rsidRPr="00C54C8F" w:rsidRDefault="00C54C8F" w:rsidP="00C54C8F">
      <w:pPr>
        <w:pStyle w:val="NoSpacing"/>
        <w:spacing w:line="360" w:lineRule="auto"/>
        <w:jc w:val="both"/>
        <w:rPr>
          <w:rFonts w:ascii="Gill Sans" w:hAnsi="Gill Sans" w:cs="Gill Sans"/>
        </w:rPr>
      </w:pPr>
    </w:p>
    <w:p w14:paraId="685513BF" w14:textId="77777777" w:rsidR="00C54C8F" w:rsidRDefault="00C54C8F" w:rsidP="00C54C8F">
      <w:pPr>
        <w:pStyle w:val="NoSpacing"/>
        <w:spacing w:line="360" w:lineRule="auto"/>
        <w:jc w:val="both"/>
        <w:rPr>
          <w:rFonts w:ascii="Gill Sans" w:hAnsi="Gill Sans" w:cs="Gill Sans"/>
        </w:rPr>
      </w:pPr>
    </w:p>
    <w:p w14:paraId="22E36A0B" w14:textId="77777777" w:rsidR="00C54C8F" w:rsidRDefault="00C54C8F" w:rsidP="00C54C8F">
      <w:pPr>
        <w:pStyle w:val="NoSpacing"/>
        <w:spacing w:line="360" w:lineRule="auto"/>
        <w:jc w:val="both"/>
        <w:rPr>
          <w:rFonts w:ascii="Gill Sans" w:hAnsi="Gill Sans" w:cs="Gill Sans"/>
        </w:rPr>
      </w:pPr>
    </w:p>
    <w:p w14:paraId="0967F1CE" w14:textId="77777777" w:rsidR="00C54C8F" w:rsidRDefault="00C54C8F" w:rsidP="00C54C8F">
      <w:pPr>
        <w:pStyle w:val="NoSpacing"/>
        <w:spacing w:line="360" w:lineRule="auto"/>
        <w:jc w:val="both"/>
        <w:rPr>
          <w:rFonts w:ascii="Gill Sans" w:hAnsi="Gill Sans" w:cs="Gill Sans"/>
        </w:rPr>
      </w:pPr>
    </w:p>
    <w:p w14:paraId="73B41C16" w14:textId="77777777" w:rsidR="00C54C8F" w:rsidRDefault="00C54C8F" w:rsidP="00C54C8F">
      <w:pPr>
        <w:pStyle w:val="NoSpacing"/>
        <w:spacing w:line="360" w:lineRule="auto"/>
        <w:jc w:val="both"/>
        <w:rPr>
          <w:rFonts w:ascii="Gill Sans" w:hAnsi="Gill Sans" w:cs="Gill Sans"/>
        </w:rPr>
      </w:pPr>
    </w:p>
    <w:p w14:paraId="5FA6774B" w14:textId="77777777" w:rsidR="00C54C8F" w:rsidRDefault="00C54C8F" w:rsidP="00C54C8F">
      <w:pPr>
        <w:pStyle w:val="NoSpacing"/>
        <w:spacing w:line="360" w:lineRule="auto"/>
        <w:jc w:val="both"/>
        <w:rPr>
          <w:rFonts w:ascii="Gill Sans" w:hAnsi="Gill Sans" w:cs="Gill Sans"/>
        </w:rPr>
      </w:pPr>
    </w:p>
    <w:p w14:paraId="103B6977" w14:textId="77777777" w:rsidR="00C54C8F" w:rsidRDefault="00C54C8F" w:rsidP="00C54C8F">
      <w:pPr>
        <w:pStyle w:val="NoSpacing"/>
        <w:spacing w:line="360" w:lineRule="auto"/>
        <w:jc w:val="both"/>
        <w:rPr>
          <w:rFonts w:ascii="Gill Sans" w:hAnsi="Gill Sans" w:cs="Gill Sans"/>
        </w:rPr>
      </w:pPr>
    </w:p>
    <w:p w14:paraId="5249BF50" w14:textId="77777777" w:rsidR="00C54C8F" w:rsidRDefault="00C54C8F" w:rsidP="00C54C8F">
      <w:pPr>
        <w:pStyle w:val="NoSpacing"/>
        <w:spacing w:line="360" w:lineRule="auto"/>
        <w:jc w:val="both"/>
        <w:rPr>
          <w:rFonts w:ascii="Gill Sans" w:hAnsi="Gill Sans" w:cs="Gill Sans"/>
        </w:rPr>
      </w:pPr>
    </w:p>
    <w:p w14:paraId="723D4C08" w14:textId="77777777" w:rsidR="00C54C8F" w:rsidRDefault="00C54C8F" w:rsidP="00C54C8F">
      <w:pPr>
        <w:pStyle w:val="NoSpacing"/>
        <w:spacing w:line="360" w:lineRule="auto"/>
        <w:jc w:val="both"/>
        <w:rPr>
          <w:rFonts w:ascii="Gill Sans" w:hAnsi="Gill Sans" w:cs="Gill Sans"/>
        </w:rPr>
      </w:pPr>
    </w:p>
    <w:p w14:paraId="349AC54B" w14:textId="77777777" w:rsidR="00C54C8F" w:rsidRDefault="00C54C8F" w:rsidP="00C54C8F">
      <w:pPr>
        <w:pStyle w:val="NoSpacing"/>
        <w:spacing w:line="360" w:lineRule="auto"/>
        <w:jc w:val="both"/>
        <w:rPr>
          <w:rFonts w:ascii="Gill Sans" w:hAnsi="Gill Sans" w:cs="Gill Sans"/>
        </w:rPr>
      </w:pPr>
    </w:p>
    <w:p w14:paraId="308FA7C9" w14:textId="77777777" w:rsidR="00C54C8F" w:rsidRDefault="00C54C8F" w:rsidP="00C54C8F">
      <w:pPr>
        <w:pStyle w:val="NoSpacing"/>
        <w:spacing w:line="360" w:lineRule="auto"/>
        <w:jc w:val="both"/>
        <w:rPr>
          <w:rFonts w:ascii="Gill Sans" w:hAnsi="Gill Sans" w:cs="Gill Sans"/>
        </w:rPr>
      </w:pPr>
    </w:p>
    <w:p w14:paraId="1224A62F" w14:textId="77777777" w:rsidR="00C54C8F" w:rsidRDefault="00C54C8F" w:rsidP="00C54C8F">
      <w:pPr>
        <w:pStyle w:val="NoSpacing"/>
        <w:spacing w:line="360" w:lineRule="auto"/>
        <w:jc w:val="both"/>
        <w:rPr>
          <w:rFonts w:ascii="Gill Sans" w:hAnsi="Gill Sans" w:cs="Gill Sans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4E50C1" w:rsidRPr="00321861" w14:paraId="2FF50517" w14:textId="77777777" w:rsidTr="0065164A">
        <w:trPr>
          <w:trHeight w:val="454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5BD25ADF" w14:textId="067E3D0D" w:rsidR="004E50C1" w:rsidRPr="00321861" w:rsidRDefault="004E50C1" w:rsidP="0065164A">
            <w:pPr>
              <w:pStyle w:val="BasicParagraph"/>
              <w:suppressAutoHyphens/>
              <w:rPr>
                <w:rFonts w:ascii="Gill Sans SemiBold" w:hAnsi="Gill Sans SemiBold"/>
                <w:color w:val="FFFFFF" w:themeColor="background1"/>
              </w:rPr>
            </w:pPr>
            <w:r>
              <w:rPr>
                <w:rFonts w:ascii="Gill Sans SemiBold" w:hAnsi="Gill Sans SemiBold" w:cs="GillSans"/>
                <w:caps/>
                <w:color w:val="FFFFFF" w:themeColor="background1"/>
                <w:sz w:val="20"/>
                <w:szCs w:val="20"/>
              </w:rPr>
              <w:lastRenderedPageBreak/>
              <w:t>CUIDADOR</w:t>
            </w:r>
          </w:p>
        </w:tc>
      </w:tr>
      <w:tr w:rsidR="004E50C1" w14:paraId="1E51E744" w14:textId="77777777" w:rsidTr="004E50C1">
        <w:trPr>
          <w:trHeight w:val="454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65D1024B" w14:textId="77777777" w:rsidR="004E50C1" w:rsidRDefault="004E50C1" w:rsidP="0065164A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</w:tbl>
    <w:p w14:paraId="23081C96" w14:textId="77777777" w:rsidR="00C54C8F" w:rsidRDefault="00C54C8F" w:rsidP="00C54C8F">
      <w:pPr>
        <w:pStyle w:val="NoSpacing"/>
        <w:spacing w:line="360" w:lineRule="auto"/>
        <w:jc w:val="both"/>
        <w:rPr>
          <w:rFonts w:ascii="Gill Sans" w:hAnsi="Gill Sans" w:cs="Gill Sans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4E50C1" w:rsidRPr="00321861" w14:paraId="141E811E" w14:textId="77777777" w:rsidTr="0065164A">
        <w:trPr>
          <w:trHeight w:val="454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6DD80AAD" w14:textId="62DE2ACF" w:rsidR="004E50C1" w:rsidRPr="00321861" w:rsidRDefault="004E50C1" w:rsidP="0065164A">
            <w:pPr>
              <w:pStyle w:val="BasicParagraph"/>
              <w:suppressAutoHyphens/>
              <w:rPr>
                <w:rFonts w:ascii="Gill Sans SemiBold" w:hAnsi="Gill Sans SemiBold"/>
                <w:color w:val="FFFFFF" w:themeColor="background1"/>
              </w:rPr>
            </w:pPr>
            <w:r>
              <w:rPr>
                <w:rFonts w:ascii="Gill Sans SemiBold" w:hAnsi="Gill Sans SemiBold" w:cs="GillSans"/>
                <w:caps/>
                <w:color w:val="FFFFFF" w:themeColor="background1"/>
                <w:sz w:val="20"/>
                <w:szCs w:val="20"/>
              </w:rPr>
              <w:t>CRIANÇA</w:t>
            </w:r>
          </w:p>
        </w:tc>
      </w:tr>
      <w:tr w:rsidR="004E50C1" w14:paraId="0DFC674B" w14:textId="77777777" w:rsidTr="004E50C1">
        <w:trPr>
          <w:trHeight w:val="454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714C0F85" w14:textId="77777777" w:rsidR="004E50C1" w:rsidRDefault="004E50C1" w:rsidP="0065164A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</w:tbl>
    <w:p w14:paraId="33F8E0E2" w14:textId="77777777" w:rsidR="004E50C1" w:rsidRDefault="004E50C1" w:rsidP="00C54C8F">
      <w:pPr>
        <w:pStyle w:val="NoSpacing"/>
        <w:spacing w:line="360" w:lineRule="auto"/>
        <w:jc w:val="both"/>
        <w:rPr>
          <w:rFonts w:ascii="Gill Sans" w:hAnsi="Gill Sans" w:cs="Gill Sans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4E50C1" w:rsidRPr="00321861" w14:paraId="14489553" w14:textId="77777777" w:rsidTr="0065164A">
        <w:trPr>
          <w:trHeight w:val="454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14:paraId="2DD9B6DA" w14:textId="0F39E7DD" w:rsidR="004E50C1" w:rsidRPr="00321861" w:rsidRDefault="004E50C1" w:rsidP="0065164A">
            <w:pPr>
              <w:pStyle w:val="BasicParagraph"/>
              <w:suppressAutoHyphens/>
              <w:rPr>
                <w:rFonts w:ascii="Gill Sans SemiBold" w:hAnsi="Gill Sans SemiBold"/>
                <w:color w:val="FFFFFF" w:themeColor="background1"/>
              </w:rPr>
            </w:pPr>
            <w:r>
              <w:rPr>
                <w:rFonts w:ascii="Gill Sans SemiBold" w:hAnsi="Gill Sans SemiBold" w:cs="GillSans"/>
                <w:caps/>
                <w:color w:val="FFFFFF" w:themeColor="background1"/>
                <w:sz w:val="20"/>
                <w:szCs w:val="20"/>
              </w:rPr>
              <w:t>TESTEMUNHO</w:t>
            </w:r>
          </w:p>
        </w:tc>
      </w:tr>
      <w:tr w:rsidR="004E50C1" w14:paraId="5F9B81F3" w14:textId="77777777" w:rsidTr="004E50C1">
        <w:trPr>
          <w:trHeight w:val="6237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3F95599C" w14:textId="77777777" w:rsidR="004E50C1" w:rsidRDefault="004E50C1" w:rsidP="0065164A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  <w:bookmarkStart w:id="0" w:name="_GoBack"/>
            <w:bookmarkEnd w:id="0"/>
          </w:p>
        </w:tc>
      </w:tr>
    </w:tbl>
    <w:p w14:paraId="60249274" w14:textId="77777777" w:rsidR="004E50C1" w:rsidRDefault="004E50C1" w:rsidP="004E50C1">
      <w:pPr>
        <w:spacing w:line="240" w:lineRule="auto"/>
        <w:rPr>
          <w:b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3"/>
        <w:gridCol w:w="2268"/>
      </w:tblGrid>
      <w:tr w:rsidR="004E50C1" w:rsidRPr="00267D2D" w14:paraId="2B36962C" w14:textId="77777777" w:rsidTr="006516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/>
        </w:trPr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76135BDB" w14:textId="77777777" w:rsidR="004E50C1" w:rsidRPr="00267D2D" w:rsidRDefault="004E50C1" w:rsidP="0065164A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" w:eastAsiaTheme="minorHAnsi" w:hAnsi="GillSans" w:cs="Times New Roman"/>
                <w:sz w:val="18"/>
                <w:szCs w:val="18"/>
                <w:lang w:val="en-US" w:eastAsia="en-US"/>
              </w:rPr>
            </w:pPr>
            <w:r w:rsidRPr="00267D2D">
              <w:rPr>
                <w:rFonts w:ascii="GillSans" w:eastAsiaTheme="minorHAnsi" w:hAnsi="GillSans" w:cs="GillSans"/>
                <w:caps/>
                <w:sz w:val="18"/>
                <w:szCs w:val="18"/>
                <w:lang w:val="en-US" w:eastAsia="en-US"/>
              </w:rPr>
              <w:t>ASSINATURA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57" w:type="dxa"/>
            </w:tcMar>
          </w:tcPr>
          <w:p w14:paraId="5FB7DA17" w14:textId="77777777" w:rsidR="004E50C1" w:rsidRPr="00267D2D" w:rsidRDefault="004E50C1" w:rsidP="0065164A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" w:eastAsiaTheme="minorHAnsi" w:hAnsi="GillSans" w:cs="Times New Roman"/>
                <w:sz w:val="18"/>
                <w:szCs w:val="18"/>
                <w:lang w:val="en-US" w:eastAsia="en-US"/>
              </w:rPr>
            </w:pPr>
            <w:r w:rsidRPr="00267D2D">
              <w:rPr>
                <w:rFonts w:ascii="GillSans" w:eastAsiaTheme="minorHAnsi" w:hAnsi="GillSans" w:cs="GillSans"/>
                <w:caps/>
                <w:sz w:val="18"/>
                <w:szCs w:val="18"/>
                <w:lang w:val="en-US" w:eastAsia="en-US"/>
              </w:rPr>
              <w:t>DATA</w:t>
            </w:r>
          </w:p>
        </w:tc>
      </w:tr>
    </w:tbl>
    <w:p w14:paraId="5ECC7B92" w14:textId="3B80B738" w:rsidR="003A6E7F" w:rsidRPr="003A6E7F" w:rsidRDefault="003A6E7F" w:rsidP="00640A3B">
      <w:pPr>
        <w:spacing w:line="240" w:lineRule="auto"/>
        <w:rPr>
          <w:rFonts w:ascii="Gill Sans" w:hAnsi="Gill Sans" w:cs="Gill Sans"/>
          <w:sz w:val="20"/>
          <w:szCs w:val="20"/>
        </w:rPr>
      </w:pPr>
    </w:p>
    <w:sectPr w:rsidR="003A6E7F" w:rsidRPr="003A6E7F" w:rsidSect="00CA759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3686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68794E" w14:textId="77777777" w:rsidR="001E3C26" w:rsidRDefault="001E3C26" w:rsidP="006B5B8A">
      <w:pPr>
        <w:spacing w:after="0" w:line="240" w:lineRule="auto"/>
      </w:pPr>
      <w:r>
        <w:separator/>
      </w:r>
    </w:p>
  </w:endnote>
  <w:endnote w:type="continuationSeparator" w:id="0">
    <w:p w14:paraId="6E426B93" w14:textId="77777777" w:rsidR="001E3C26" w:rsidRDefault="001E3C26" w:rsidP="006B5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GillSans">
    <w:altName w:val="Gill San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Gill Sans SemiBold">
    <w:panose1 w:val="020B0702020104020203"/>
    <w:charset w:val="00"/>
    <w:family w:val="auto"/>
    <w:pitch w:val="variable"/>
    <w:sig w:usb0="8000026F" w:usb1="5000004A" w:usb2="00000000" w:usb3="00000000" w:csb0="00000005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0947EA" w14:textId="77777777" w:rsidR="001C0B20" w:rsidRDefault="001C0B20" w:rsidP="005C0AD6">
    <w:pPr>
      <w:pStyle w:val="Footer"/>
      <w:jc w:val="center"/>
    </w:pPr>
    <w:r>
      <w:rPr>
        <w:noProof/>
        <w:lang w:val="en-US"/>
      </w:rPr>
      <w:drawing>
        <wp:anchor distT="0" distB="0" distL="114300" distR="114300" simplePos="0" relativeHeight="251668480" behindDoc="0" locked="0" layoutInCell="1" allowOverlap="1" wp14:anchorId="13DC8B35" wp14:editId="0ED53D82">
          <wp:simplePos x="0" y="0"/>
          <wp:positionH relativeFrom="column">
            <wp:posOffset>0</wp:posOffset>
          </wp:positionH>
          <wp:positionV relativeFrom="paragraph">
            <wp:posOffset>2540</wp:posOffset>
          </wp:positionV>
          <wp:extent cx="7560000" cy="630972"/>
          <wp:effectExtent l="0" t="0" r="0" b="444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6309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DC9329" w14:textId="77777777" w:rsidR="001C0B20" w:rsidRDefault="001C0B20">
    <w:pPr>
      <w:pStyle w:val="Footer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210B9287" wp14:editId="54010DA6">
          <wp:simplePos x="0" y="0"/>
          <wp:positionH relativeFrom="column">
            <wp:posOffset>-900430</wp:posOffset>
          </wp:positionH>
          <wp:positionV relativeFrom="paragraph">
            <wp:posOffset>-15875</wp:posOffset>
          </wp:positionV>
          <wp:extent cx="7559040" cy="630555"/>
          <wp:effectExtent l="0" t="0" r="10160" b="4445"/>
          <wp:wrapSquare wrapText="bothSides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323E7D" w14:textId="77777777" w:rsidR="001E3C26" w:rsidRDefault="001E3C26" w:rsidP="006B5B8A">
      <w:pPr>
        <w:spacing w:after="0" w:line="240" w:lineRule="auto"/>
      </w:pPr>
      <w:r>
        <w:separator/>
      </w:r>
    </w:p>
  </w:footnote>
  <w:footnote w:type="continuationSeparator" w:id="0">
    <w:p w14:paraId="7BC46783" w14:textId="77777777" w:rsidR="001E3C26" w:rsidRDefault="001E3C26" w:rsidP="006B5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976D7A" w14:textId="451410C0" w:rsidR="001C0B20" w:rsidRDefault="003A6E7F">
    <w:pPr>
      <w:pStyle w:val="Header"/>
    </w:pPr>
    <w:r>
      <w:rPr>
        <w:noProof/>
        <w:lang w:val="en-US"/>
      </w:rPr>
      <w:drawing>
        <wp:anchor distT="0" distB="0" distL="114300" distR="114300" simplePos="0" relativeHeight="251672576" behindDoc="0" locked="0" layoutInCell="1" allowOverlap="1" wp14:anchorId="58AFF027" wp14:editId="3F4F3A68">
          <wp:simplePos x="0" y="0"/>
          <wp:positionH relativeFrom="column">
            <wp:posOffset>-908050</wp:posOffset>
          </wp:positionH>
          <wp:positionV relativeFrom="paragraph">
            <wp:posOffset>-509270</wp:posOffset>
          </wp:positionV>
          <wp:extent cx="7559675" cy="2160905"/>
          <wp:effectExtent l="0" t="0" r="9525" b="0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5.9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2160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C0B20">
      <w:rPr>
        <w:noProof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AD1632B" wp14:editId="3F10F78A">
              <wp:simplePos x="0" y="0"/>
              <wp:positionH relativeFrom="column">
                <wp:posOffset>2095500</wp:posOffset>
              </wp:positionH>
              <wp:positionV relativeFrom="paragraph">
                <wp:posOffset>1433830</wp:posOffset>
              </wp:positionV>
              <wp:extent cx="3213100" cy="228600"/>
              <wp:effectExtent l="0" t="0" r="0" b="0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131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095760" w14:textId="77777777" w:rsidR="001C0B20" w:rsidRPr="009D4225" w:rsidRDefault="001C0B20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0" o:spid="_x0000_s1026" type="#_x0000_t202" style="position:absolute;margin-left:165pt;margin-top:112.9pt;width:253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" filled="f" stroked="f">
              <v:textbox>
                <w:txbxContent>
                  <w:p w14:paraId="70095760" w14:textId="77777777" w:rsidR="001C0B20" w:rsidRPr="009D4225" w:rsidRDefault="001C0B20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D51340" w14:textId="77777777" w:rsidR="001C0B20" w:rsidRDefault="001C0B20" w:rsidP="0057649C">
    <w:pPr>
      <w:pStyle w:val="Header"/>
      <w:tabs>
        <w:tab w:val="clear" w:pos="4252"/>
        <w:tab w:val="clear" w:pos="8504"/>
        <w:tab w:val="left" w:pos="944"/>
      </w:tabs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5A5621F" wp14:editId="54B1F416">
              <wp:simplePos x="0" y="0"/>
              <wp:positionH relativeFrom="column">
                <wp:posOffset>2025650</wp:posOffset>
              </wp:positionH>
              <wp:positionV relativeFrom="paragraph">
                <wp:posOffset>1090930</wp:posOffset>
              </wp:positionV>
              <wp:extent cx="3562350" cy="342900"/>
              <wp:effectExtent l="0" t="0" r="0" b="1270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235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5BBC72" w14:textId="77777777" w:rsidR="001C0B20" w:rsidRPr="00B374F3" w:rsidRDefault="001C0B20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4" o:spid="_x0000_s1027" type="#_x0000_t202" style="position:absolute;margin-left:159.5pt;margin-top:85.9pt;width:280.5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" filled="f" stroked="f">
              <v:textbox>
                <w:txbxContent>
                  <w:p w14:paraId="345BBC72" w14:textId="77777777" w:rsidR="001C0B20" w:rsidRPr="00B374F3" w:rsidRDefault="001C0B20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5408" behindDoc="0" locked="0" layoutInCell="1" allowOverlap="1" wp14:anchorId="49EDCC01" wp14:editId="42B81E4D">
          <wp:simplePos x="0" y="0"/>
          <wp:positionH relativeFrom="column">
            <wp:posOffset>-900430</wp:posOffset>
          </wp:positionH>
          <wp:positionV relativeFrom="paragraph">
            <wp:posOffset>-509270</wp:posOffset>
          </wp:positionV>
          <wp:extent cx="7559675" cy="2157730"/>
          <wp:effectExtent l="0" t="0" r="9525" b="127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5.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2157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C6F44F1" wp14:editId="43B4AAA4">
              <wp:simplePos x="0" y="0"/>
              <wp:positionH relativeFrom="column">
                <wp:posOffset>2308225</wp:posOffset>
              </wp:positionH>
              <wp:positionV relativeFrom="paragraph">
                <wp:posOffset>1115907</wp:posOffset>
              </wp:positionV>
              <wp:extent cx="3225588" cy="338667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25588" cy="33866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7769FE" w14:textId="77777777" w:rsidR="001C0B20" w:rsidRPr="00E07928" w:rsidRDefault="001C0B20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6" o:spid="_x0000_s1028" type="#_x0000_t202" style="position:absolute;margin-left:181.75pt;margin-top:87.85pt;width:254pt;height:26.6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" filled="f" stroked="f">
              <v:textbox>
                <w:txbxContent>
                  <w:p w14:paraId="7C7769FE" w14:textId="77777777" w:rsidR="001C0B20" w:rsidRPr="00E07928" w:rsidRDefault="001C0B20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5032E4C" wp14:editId="6613CF7B">
              <wp:simplePos x="0" y="0"/>
              <wp:positionH relativeFrom="column">
                <wp:posOffset>2291080</wp:posOffset>
              </wp:positionH>
              <wp:positionV relativeFrom="paragraph">
                <wp:posOffset>1107652</wp:posOffset>
              </wp:positionV>
              <wp:extent cx="3208867" cy="313266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08867" cy="31326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074769" w14:textId="77777777" w:rsidR="001C0B20" w:rsidRPr="00784603" w:rsidRDefault="001C0B20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2" o:spid="_x0000_s1029" type="#_x0000_t202" style="position:absolute;margin-left:180.4pt;margin-top:87.2pt;width:252.65pt;height:24.6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" filled="f" stroked="f">
              <v:textbox>
                <w:txbxContent>
                  <w:p w14:paraId="4C074769" w14:textId="77777777" w:rsidR="001C0B20" w:rsidRPr="00784603" w:rsidRDefault="001C0B20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740A4"/>
    <w:multiLevelType w:val="hybridMultilevel"/>
    <w:tmpl w:val="35FA2E64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C26"/>
    <w:rsid w:val="0005165C"/>
    <w:rsid w:val="00090DE7"/>
    <w:rsid w:val="00097E8E"/>
    <w:rsid w:val="00105B5B"/>
    <w:rsid w:val="00123769"/>
    <w:rsid w:val="001657D8"/>
    <w:rsid w:val="001C0B20"/>
    <w:rsid w:val="001E3C26"/>
    <w:rsid w:val="00220EB4"/>
    <w:rsid w:val="002344B2"/>
    <w:rsid w:val="002619F6"/>
    <w:rsid w:val="002627D2"/>
    <w:rsid w:val="002658E4"/>
    <w:rsid w:val="002D08F8"/>
    <w:rsid w:val="00371785"/>
    <w:rsid w:val="00377A20"/>
    <w:rsid w:val="003A6E7F"/>
    <w:rsid w:val="004636A1"/>
    <w:rsid w:val="0047565A"/>
    <w:rsid w:val="004C6244"/>
    <w:rsid w:val="004E50C1"/>
    <w:rsid w:val="00552C31"/>
    <w:rsid w:val="0057026B"/>
    <w:rsid w:val="0057649C"/>
    <w:rsid w:val="005847C6"/>
    <w:rsid w:val="005C0AD6"/>
    <w:rsid w:val="005F434A"/>
    <w:rsid w:val="006038B9"/>
    <w:rsid w:val="00604B7C"/>
    <w:rsid w:val="00640A3B"/>
    <w:rsid w:val="00686023"/>
    <w:rsid w:val="006B5B8A"/>
    <w:rsid w:val="006D4F8E"/>
    <w:rsid w:val="006F16C2"/>
    <w:rsid w:val="006F504E"/>
    <w:rsid w:val="006F7634"/>
    <w:rsid w:val="00721A5E"/>
    <w:rsid w:val="007331C1"/>
    <w:rsid w:val="00742D96"/>
    <w:rsid w:val="00784603"/>
    <w:rsid w:val="00834D53"/>
    <w:rsid w:val="00835AD8"/>
    <w:rsid w:val="00850DFA"/>
    <w:rsid w:val="008E7A07"/>
    <w:rsid w:val="008F019A"/>
    <w:rsid w:val="00911844"/>
    <w:rsid w:val="00921C62"/>
    <w:rsid w:val="00966E9E"/>
    <w:rsid w:val="009D0F90"/>
    <w:rsid w:val="009D4225"/>
    <w:rsid w:val="009F2A7D"/>
    <w:rsid w:val="00A025A1"/>
    <w:rsid w:val="00A56EB6"/>
    <w:rsid w:val="00A6647D"/>
    <w:rsid w:val="00AF102C"/>
    <w:rsid w:val="00B374F3"/>
    <w:rsid w:val="00B41A37"/>
    <w:rsid w:val="00B43E8C"/>
    <w:rsid w:val="00B832D1"/>
    <w:rsid w:val="00BA6823"/>
    <w:rsid w:val="00BA768D"/>
    <w:rsid w:val="00C35BC1"/>
    <w:rsid w:val="00C54C8F"/>
    <w:rsid w:val="00C76FD7"/>
    <w:rsid w:val="00CA7596"/>
    <w:rsid w:val="00CD7030"/>
    <w:rsid w:val="00D52FEA"/>
    <w:rsid w:val="00D82B2D"/>
    <w:rsid w:val="00D9232E"/>
    <w:rsid w:val="00DF6470"/>
    <w:rsid w:val="00E07928"/>
    <w:rsid w:val="00E10AC7"/>
    <w:rsid w:val="00E216DA"/>
    <w:rsid w:val="00E27353"/>
    <w:rsid w:val="00EC7DCA"/>
    <w:rsid w:val="00F05231"/>
    <w:rsid w:val="00F42115"/>
    <w:rsid w:val="00F84D7C"/>
    <w:rsid w:val="00FA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5F9A0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E0792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customStyle="1" w:styleId="NoParagraphStyle">
    <w:name w:val="[No Paragraph Style]"/>
    <w:rsid w:val="004E50C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GillSans" w:hAnsi="GillSans" w:cs="Times New Roman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NoParagraphStyle"/>
    <w:uiPriority w:val="99"/>
    <w:rsid w:val="004E50C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E0792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customStyle="1" w:styleId="NoParagraphStyle">
    <w:name w:val="[No Paragraph Style]"/>
    <w:rsid w:val="004E50C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GillSans" w:hAnsi="GillSans" w:cs="Times New Roman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NoParagraphStyle"/>
    <w:uiPriority w:val="99"/>
    <w:rsid w:val="004E50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SHD:Users:imacg5:Documents:%20Trabalhos%20Pedro:FUNDAC&#807;A&#771;O%20CALOUSTE%20GULBENKIAN:ABC_2:GABC_Dossier%20de%20Grupo:Paginac&#807;a&#771;o:5_REGISTO%20E%20AVALIAC&#807;A&#771;O:5_DOC_5.7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36CDBE-4D66-0247-8339-6C03E0DE0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5_DOC_5.7.dotx</Template>
  <TotalTime>11</TotalTime>
  <Pages>2</Pages>
  <Words>80</Words>
  <Characters>457</Characters>
  <Application>Microsoft Macintosh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Pedro Gonçalves</dc:creator>
  <cp:lastModifiedBy>Pedro Gonçalves</cp:lastModifiedBy>
  <cp:revision>5</cp:revision>
  <cp:lastPrinted>2018-05-03T13:55:00Z</cp:lastPrinted>
  <dcterms:created xsi:type="dcterms:W3CDTF">2018-05-03T13:57:00Z</dcterms:created>
  <dcterms:modified xsi:type="dcterms:W3CDTF">2018-05-07T14:38:00Z</dcterms:modified>
</cp:coreProperties>
</file>